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B27956" w:rsidRDefault="00B27956" w:rsidP="004633D0">
      <w:pPr>
        <w:rPr>
          <w:rFonts w:asciiTheme="minorHAnsi" w:hAnsiTheme="minorHAnsi" w:cstheme="minorHAnsi"/>
          <w:b/>
          <w:sz w:val="22"/>
          <w:szCs w:val="22"/>
        </w:rPr>
      </w:pPr>
      <w:r w:rsidRPr="00B27956">
        <w:rPr>
          <w:rFonts w:asciiTheme="minorHAnsi" w:hAnsiTheme="minorHAnsi" w:cstheme="minorHAnsi"/>
          <w:b/>
          <w:sz w:val="22"/>
          <w:szCs w:val="22"/>
        </w:rPr>
        <w:t>DRU.ZRO.7212.3</w:t>
      </w:r>
      <w:r w:rsidR="000A17CA">
        <w:rPr>
          <w:rFonts w:asciiTheme="minorHAnsi" w:hAnsiTheme="minorHAnsi" w:cstheme="minorHAnsi"/>
          <w:b/>
          <w:sz w:val="22"/>
          <w:szCs w:val="22"/>
        </w:rPr>
        <w:t>.4</w:t>
      </w:r>
      <w:r w:rsidR="00105E8E">
        <w:rPr>
          <w:rFonts w:asciiTheme="minorHAnsi" w:hAnsiTheme="minorHAnsi" w:cstheme="minorHAnsi"/>
          <w:b/>
          <w:sz w:val="22"/>
          <w:szCs w:val="22"/>
        </w:rPr>
        <w:t>.2021(2</w:t>
      </w:r>
      <w:bookmarkStart w:id="0" w:name="_GoBack"/>
      <w:bookmarkEnd w:id="0"/>
      <w:r w:rsidR="008A280D" w:rsidRPr="00B27956">
        <w:rPr>
          <w:rFonts w:asciiTheme="minorHAnsi" w:hAnsiTheme="minorHAnsi" w:cstheme="minorHAnsi"/>
          <w:b/>
          <w:sz w:val="22"/>
          <w:szCs w:val="22"/>
        </w:rPr>
        <w:t>)</w:t>
      </w:r>
    </w:p>
    <w:p w:rsidR="00434777" w:rsidRDefault="00434777" w:rsidP="004633D0">
      <w:pPr>
        <w:rPr>
          <w:rFonts w:asciiTheme="minorHAnsi" w:hAnsiTheme="minorHAnsi" w:cstheme="minorHAnsi"/>
          <w:sz w:val="20"/>
          <w:szCs w:val="20"/>
        </w:rPr>
      </w:pPr>
    </w:p>
    <w:p w:rsidR="00534B47" w:rsidRDefault="00534B47" w:rsidP="004633D0">
      <w:pPr>
        <w:rPr>
          <w:rFonts w:asciiTheme="minorHAnsi" w:hAnsiTheme="minorHAnsi" w:cstheme="minorHAnsi"/>
          <w:sz w:val="20"/>
          <w:szCs w:val="20"/>
        </w:rPr>
      </w:pPr>
    </w:p>
    <w:p w:rsidR="00534B47" w:rsidRPr="0086305F" w:rsidRDefault="00534B47" w:rsidP="004633D0">
      <w:pPr>
        <w:rPr>
          <w:rFonts w:asciiTheme="minorHAnsi" w:hAnsiTheme="minorHAnsi" w:cstheme="minorHAnsi"/>
          <w:sz w:val="20"/>
          <w:szCs w:val="20"/>
        </w:rPr>
      </w:pPr>
    </w:p>
    <w:p w:rsidR="000A71A0" w:rsidRDefault="00534B47" w:rsidP="0043477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Departament Architektury Informacyjnej Państwa</w:t>
      </w:r>
    </w:p>
    <w:p w:rsidR="00534B47" w:rsidRPr="00434777" w:rsidRDefault="00534B47" w:rsidP="0043477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(sekretariat)</w:t>
      </w:r>
    </w:p>
    <w:p w:rsidR="00434777" w:rsidRDefault="0043477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34777" w:rsidRPr="00434777" w:rsidRDefault="0043477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434777" w:rsidRPr="00434777" w:rsidRDefault="00534B47" w:rsidP="00434777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Szanowni Państwo</w:t>
      </w:r>
      <w:r w:rsidR="00434777" w:rsidRPr="00434777">
        <w:rPr>
          <w:rFonts w:asciiTheme="minorHAnsi" w:hAnsiTheme="minorHAnsi" w:cstheme="minorHAnsi"/>
          <w:i/>
          <w:sz w:val="22"/>
          <w:szCs w:val="22"/>
        </w:rPr>
        <w:t xml:space="preserve">, </w:t>
      </w:r>
    </w:p>
    <w:p w:rsidR="00434777" w:rsidRPr="00434777" w:rsidRDefault="00434777" w:rsidP="0043477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34777" w:rsidRDefault="002F3B16" w:rsidP="0043477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przekazuję </w:t>
      </w:r>
      <w:r w:rsidR="00AF7BF5">
        <w:rPr>
          <w:rFonts w:asciiTheme="minorHAnsi" w:hAnsiTheme="minorHAnsi" w:cstheme="minorHAnsi"/>
          <w:sz w:val="22"/>
          <w:szCs w:val="22"/>
        </w:rPr>
        <w:t>r</w:t>
      </w:r>
      <w:r w:rsidR="00434777" w:rsidRPr="00434777">
        <w:rPr>
          <w:rFonts w:asciiTheme="minorHAnsi" w:hAnsiTheme="minorHAnsi" w:cstheme="minorHAnsi"/>
          <w:sz w:val="22"/>
          <w:szCs w:val="22"/>
        </w:rPr>
        <w:t>aport</w:t>
      </w:r>
      <w:r w:rsidR="00630B10">
        <w:rPr>
          <w:rFonts w:asciiTheme="minorHAnsi" w:hAnsiTheme="minorHAnsi" w:cstheme="minorHAnsi"/>
          <w:sz w:val="22"/>
          <w:szCs w:val="22"/>
        </w:rPr>
        <w:t xml:space="preserve"> za I</w:t>
      </w:r>
      <w:r w:rsidR="000A17CA">
        <w:rPr>
          <w:rFonts w:asciiTheme="minorHAnsi" w:hAnsiTheme="minorHAnsi" w:cstheme="minorHAnsi"/>
          <w:sz w:val="22"/>
          <w:szCs w:val="22"/>
        </w:rPr>
        <w:t>I</w:t>
      </w:r>
      <w:r w:rsidR="008B4CC8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4777" w:rsidRPr="00434777">
        <w:rPr>
          <w:rFonts w:asciiTheme="minorHAnsi" w:hAnsiTheme="minorHAnsi" w:cstheme="minorHAnsi"/>
          <w:sz w:val="22"/>
          <w:szCs w:val="22"/>
        </w:rPr>
        <w:t>kwartał 202</w:t>
      </w:r>
      <w:r w:rsidR="00630B10">
        <w:rPr>
          <w:rFonts w:asciiTheme="minorHAnsi" w:hAnsiTheme="minorHAnsi" w:cstheme="minorHAnsi"/>
          <w:sz w:val="22"/>
          <w:szCs w:val="22"/>
        </w:rPr>
        <w:t>1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 r. z postępu rzeczowo-finansowego projektu informatycznego pn. </w:t>
      </w:r>
      <w:r w:rsidR="00434777" w:rsidRPr="00AF7BF5">
        <w:rPr>
          <w:rFonts w:asciiTheme="minorHAnsi" w:hAnsiTheme="minorHAnsi" w:cstheme="minorHAnsi"/>
          <w:i/>
          <w:sz w:val="22"/>
          <w:szCs w:val="22"/>
        </w:rPr>
        <w:t>e-Doręczenia – usługa rejestrowanego doręczenia elektronicznego w Polsce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35D23" w:rsidRPr="0086305F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5D23" w:rsidRPr="0086305F" w:rsidRDefault="00935D23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434777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434777">
        <w:rPr>
          <w:rFonts w:asciiTheme="minorHAnsi" w:hAnsiTheme="minorHAnsi" w:cstheme="minorHAnsi"/>
          <w:i/>
          <w:iCs/>
        </w:rPr>
        <w:t>Z poważaniem</w:t>
      </w:r>
      <w:r w:rsidR="00AF7BF5">
        <w:rPr>
          <w:rFonts w:asciiTheme="minorHAnsi" w:hAnsiTheme="minorHAnsi" w:cstheme="minorHAnsi"/>
          <w:i/>
          <w:iCs/>
        </w:rPr>
        <w:t>,</w:t>
      </w:r>
    </w:p>
    <w:p w:rsidR="000A71A0" w:rsidRPr="00434777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  <w:i/>
        </w:rPr>
      </w:pPr>
    </w:p>
    <w:p w:rsidR="000A71A0" w:rsidRPr="0086305F" w:rsidRDefault="008B4CC8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Janusz Cieszyński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86305F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0A71A0" w:rsidRPr="0086305F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A5C4D" w:rsidRDefault="006A5C4D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Default="0043477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34777" w:rsidRPr="000A17CA" w:rsidRDefault="000A17CA" w:rsidP="00434777">
      <w:pPr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Załącznik: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 Raport</w:t>
      </w:r>
      <w:r w:rsidR="00630B10">
        <w:rPr>
          <w:rFonts w:asciiTheme="minorHAnsi" w:hAnsiTheme="minorHAnsi" w:cstheme="minorHAnsi"/>
          <w:sz w:val="22"/>
          <w:szCs w:val="22"/>
        </w:rPr>
        <w:t xml:space="preserve"> za </w:t>
      </w:r>
      <w:r w:rsidR="008B4CC8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I</w:t>
      </w:r>
      <w:r w:rsidR="00630B10">
        <w:rPr>
          <w:rFonts w:asciiTheme="minorHAnsi" w:hAnsiTheme="minorHAnsi" w:cstheme="minorHAnsi"/>
          <w:sz w:val="22"/>
          <w:szCs w:val="22"/>
        </w:rPr>
        <w:t>I</w:t>
      </w:r>
      <w:r w:rsidR="002F3B16">
        <w:rPr>
          <w:rFonts w:asciiTheme="minorHAnsi" w:hAnsiTheme="minorHAnsi" w:cstheme="minorHAnsi"/>
          <w:sz w:val="22"/>
          <w:szCs w:val="22"/>
        </w:rPr>
        <w:t xml:space="preserve"> </w:t>
      </w:r>
      <w:r w:rsidR="00630B10">
        <w:rPr>
          <w:rFonts w:asciiTheme="minorHAnsi" w:hAnsiTheme="minorHAnsi" w:cstheme="minorHAnsi"/>
          <w:sz w:val="22"/>
          <w:szCs w:val="22"/>
        </w:rPr>
        <w:t>kwartał 2021</w:t>
      </w:r>
      <w:r w:rsidR="00434777" w:rsidRPr="00434777">
        <w:rPr>
          <w:rFonts w:asciiTheme="minorHAnsi" w:hAnsiTheme="minorHAnsi" w:cstheme="minorHAnsi"/>
          <w:sz w:val="22"/>
          <w:szCs w:val="22"/>
        </w:rPr>
        <w:t xml:space="preserve"> r. z postępu rzeczowo-finansowego projektu informatycznego </w:t>
      </w:r>
      <w:r w:rsidR="00630B10">
        <w:rPr>
          <w:rFonts w:asciiTheme="minorHAnsi" w:hAnsiTheme="minorHAnsi" w:cstheme="minorHAnsi"/>
          <w:sz w:val="22"/>
          <w:szCs w:val="22"/>
        </w:rPr>
        <w:br/>
      </w:r>
      <w:r w:rsidR="00434777" w:rsidRPr="000A17CA">
        <w:rPr>
          <w:rFonts w:asciiTheme="minorHAnsi" w:hAnsiTheme="minorHAnsi" w:cstheme="minorHAnsi"/>
          <w:i/>
          <w:sz w:val="22"/>
          <w:szCs w:val="22"/>
        </w:rPr>
        <w:t>e-Doręczenia – usługa rejestrowanego doręczenia elektronicznego w Polsce.</w:t>
      </w:r>
    </w:p>
    <w:p w:rsidR="00434777" w:rsidRPr="0086305F" w:rsidRDefault="00630B1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0A3975" wp14:editId="744AEEA7">
                <wp:simplePos x="0" y="0"/>
                <wp:positionH relativeFrom="margin">
                  <wp:posOffset>287020</wp:posOffset>
                </wp:positionH>
                <wp:positionV relativeFrom="paragraph">
                  <wp:posOffset>266700</wp:posOffset>
                </wp:positionV>
                <wp:extent cx="5461000" cy="673100"/>
                <wp:effectExtent l="0" t="0" r="6350" b="0"/>
                <wp:wrapNone/>
                <wp:docPr id="225" name="Grupa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61000" cy="673100"/>
                          <a:chOff x="0" y="0"/>
                          <a:chExt cx="5334000" cy="701675"/>
                        </a:xfrm>
                      </wpg:grpSpPr>
                      <wpg:grpSp>
                        <wpg:cNvPr id="226" name="Grupa 226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5334000" cy="701675"/>
                            <a:chOff x="0" y="0"/>
                            <a:chExt cx="6620374" cy="871220"/>
                          </a:xfrm>
                        </wpg:grpSpPr>
                        <pic:pic xmlns:pic="http://schemas.openxmlformats.org/drawingml/2006/picture">
                          <pic:nvPicPr>
                            <pic:cNvPr id="227" name="Obraz 227" descr="C:\Users\a.majer\AppData\Local\Temp\Temp1_FE_POPC.zip\FE_POPC\POZIOM\POLSKI\logo_FE_Polska_Cyfrowa_rgb-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54480" cy="871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28" name="Obraz 228" descr="C:\Users\a.majer\AppData\Local\Temp\Temp1_EFRR_2017.zip\EFRR\POZIOM\POLSKI\UE_EFRR_rgb-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44864" y="107576"/>
                              <a:ext cx="2175510" cy="708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29" name="Obraz 229" descr="C:\Users\a.majer\AppData\Local\Microsoft\Windows\INetCache\Content.Word\znak_barw_rp_poziom_szara_ramka_rgb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69580" y="91606"/>
                            <a:ext cx="1697355" cy="565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D3B70D" id="Grupa 225" o:spid="_x0000_s1026" style="position:absolute;margin-left:22.6pt;margin-top:21pt;width:430pt;height:53pt;z-index:251659264;mso-position-horizontal-relative:margin;mso-width-relative:margin;mso-height-relative:margin" coordsize="53340,70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">
                <v:group id="Grupa 226" o:spid="_x0000_s1027" style="position:absolute;width:53340;height:7016" coordsize="66203,8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227" o:spid="_x0000_s1028" type="#_x0000_t75" style="position:absolute;width:15544;height:8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VlDTFAAAA3AAAAA8AAABkcnMvZG93bnJldi54bWxEj0FrwkAUhO8F/8PyBG91Yw62RlcRreip&#10;UBXPj+wzG82+jdltjP313ULB4zAz3zCzRWcr0VLjS8cKRsMEBHHudMmFguNh8/oOwgdkjZVjUvAg&#10;D4t572WGmXZ3/qJ2HwoRIewzVGBCqDMpfW7Ioh+6mjh6Z9dYDFE2hdQN3iPcVjJNkrG0WHJcMFjT&#10;ylB+3X9bBbm5fnaX1ceyXY9/1vY42Z5uxVapQb9bTkEE6sIz/N/eaQVp+gZ/Z+IRkP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1ZQ0xQAAANwAAAAPAAAAAAAAAAAAAAAA&#10;AJ8CAABkcnMvZG93bnJldi54bWxQSwUGAAAAAAQABAD3AAAAkQMAAAAA&#10;">
                    <v:imagedata r:id="rId9" o:title="logo_FE_Polska_Cyfrowa_rgb-1"/>
                    <v:path arrowok="t"/>
                  </v:shape>
                  <v:shape id="Obraz 228" o:spid="_x0000_s1029" type="#_x0000_t75" style="position:absolute;left:44448;top:1075;width:21755;height:7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5wWW+AAAA3AAAAA8AAABkcnMvZG93bnJldi54bWxET8uKwjAU3Qv+Q7iCO00tMiPVKCJ0ENz4&#10;3F+aax82N6XJtPXvzWJglofz3uwGU4uOWldaVrCYRyCIM6tLzhXcb+lsBcJ5ZI21ZVLwJge77Xi0&#10;wUTbni/UXX0uQgi7BBUU3jeJlC4ryKCb24Y4cE/bGvQBtrnULfYh3NQyjqIvabDk0FBgQ4eCstf1&#10;1yj4lhX+XOi5fByjqqnI5qe0Oys1nQz7NQhPg/8X/7mPWkEch7XhTDgCcvs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W5wWW+AAAA3AAAAA8AAAAAAAAAAAAAAAAAnwIAAGRy&#10;cy9kb3ducmV2LnhtbFBLBQYAAAAABAAEAPcAAACKAwAAAAA=&#10;">
                    <v:imagedata r:id="rId10" o:title="UE_EFRR_rgb-1"/>
                    <v:path arrowok="t"/>
                  </v:shape>
                </v:group>
                <v:shape id="Obraz 229" o:spid="_x0000_s1030" type="#_x0000_t75" style="position:absolute;left:15695;top:916;width:16974;height:56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/5vEAAAA3AAAAA8AAABkcnMvZG93bnJldi54bWxEj0FPwkAUhO8m/IfNI+Emr/ZQtbAQAxq4&#10;KUjg+tp9to3dt013gfLvXRMTj5OZ+SYzXw62VRfufeNEw8M0AcVSOtNIpeHw+Xb/BMoHEkOtE9Zw&#10;Yw/LxehuTrlxV9nxZR8qFSHic9JQh9DliL6s2ZKfuo4lel+utxSi7Cs0PV0j3LaYJkmGlhqJCzV1&#10;vKq5/N6frYZi81o8pozFaX2TLGvx4/2IldaT8fAyAxV4CP/hv/bWaEjTZ/g9E48AL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dX/5vEAAAA3AAAAA8AAAAAAAAAAAAAAAAA&#10;nwIAAGRycy9kb3ducmV2LnhtbFBLBQYAAAAABAAEAPcAAACQAwAAAAA=&#10;">
                  <v:imagedata r:id="rId11" o:title="znak_barw_rp_poziom_szara_ramka_rgb"/>
                  <v:path arrowok="t"/>
                </v:shape>
                <w10:wrap anchorx="margin"/>
              </v:group>
            </w:pict>
          </mc:Fallback>
        </mc:AlternateContent>
      </w:r>
    </w:p>
    <w:sectPr w:rsidR="00434777" w:rsidRPr="0086305F" w:rsidSect="00630B10">
      <w:footerReference w:type="default" r:id="rId12"/>
      <w:headerReference w:type="first" r:id="rId13"/>
      <w:footerReference w:type="first" r:id="rId14"/>
      <w:pgSz w:w="11906" w:h="16838" w:code="9"/>
      <w:pgMar w:top="1418" w:right="1418" w:bottom="1985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023" w:rsidRDefault="00440023">
      <w:r>
        <w:separator/>
      </w:r>
    </w:p>
  </w:endnote>
  <w:endnote w:type="continuationSeparator" w:id="0">
    <w:p w:rsidR="00440023" w:rsidRDefault="0044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33" name="Obraz 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81459D8" wp14:editId="4FC78C68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7018D3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459D8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" stroked="f">
              <v:textbox>
                <w:txbxContent>
                  <w:p w:rsidR="007018D3" w:rsidRDefault="007018D3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35" name="Obraz 235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023" w:rsidRDefault="00440023">
      <w:r>
        <w:separator/>
      </w:r>
    </w:p>
  </w:footnote>
  <w:footnote w:type="continuationSeparator" w:id="0">
    <w:p w:rsidR="00440023" w:rsidRDefault="00440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  <w:r>
      <w:t xml:space="preserve">Warszawa, dnia </w:t>
    </w:r>
    <w:bookmarkStart w:id="1" w:name="ezdDataPodpisu"/>
    <w:bookmarkEnd w:id="1"/>
    <w:r>
      <w:t xml:space="preserve"> </w:t>
    </w:r>
    <w:r w:rsidR="00105E8E">
      <w:t>30.11</w:t>
    </w:r>
    <w:r w:rsidR="00AF7BF5">
      <w:t xml:space="preserve">.2021 </w:t>
    </w:r>
    <w:r>
      <w:t>r.</w:t>
    </w:r>
  </w:p>
  <w:p w:rsidR="004633D0" w:rsidRDefault="0086305F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ED5ED08" wp14:editId="1FF3503B">
              <wp:simplePos x="0" y="0"/>
              <wp:positionH relativeFrom="margin">
                <wp:align>left</wp:align>
              </wp:positionH>
              <wp:positionV relativeFrom="paragraph">
                <wp:posOffset>998579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05F" w:rsidRPr="00DA3527" w:rsidRDefault="0086305F" w:rsidP="0086305F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ED5ED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78.65pt;width:211.7pt;height:110.6pt;z-index:25167052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" strokecolor="white [3212]">
              <v:textbox style="mso-fit-shape-to-text:t">
                <w:txbxContent>
                  <w:p w:rsidR="0086305F" w:rsidRPr="00DA3527" w:rsidRDefault="0086305F" w:rsidP="0086305F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="000A71A0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8B4CC8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Janusz Cieszyński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6.95pt;margin-top:52.2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euC8k3wAAAAsBAAAPAAAAAAAAAAAAAAAAAIEEAABkcnMv&#10;ZG93bnJldi54bWxQSwUGAAAAAAQABADzAAAAjQUAAAAA&#10;" stroked="f">
              <v:textbox>
                <w:txbxContent>
                  <w:p w:rsidR="007018D3" w:rsidRPr="00495DA1" w:rsidRDefault="008B4CC8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Janusz Cieszyński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CA00FE" w:rsidRPr="004633D0">
      <w:rPr>
        <w:noProof/>
      </w:rPr>
      <w:drawing>
        <wp:inline distT="0" distB="0" distL="0" distR="0" wp14:anchorId="017C37C5" wp14:editId="157443A1">
          <wp:extent cx="2689200" cy="579600"/>
          <wp:effectExtent l="0" t="0" r="0" b="0"/>
          <wp:docPr id="234" name="Obraz 234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A17CA"/>
    <w:rsid w:val="000A71A0"/>
    <w:rsid w:val="000D026F"/>
    <w:rsid w:val="00105E8E"/>
    <w:rsid w:val="001135DE"/>
    <w:rsid w:val="0012268A"/>
    <w:rsid w:val="001A17D3"/>
    <w:rsid w:val="002A0DA3"/>
    <w:rsid w:val="002C0265"/>
    <w:rsid w:val="002D6DAA"/>
    <w:rsid w:val="002F3B16"/>
    <w:rsid w:val="003C4997"/>
    <w:rsid w:val="0040629D"/>
    <w:rsid w:val="00417572"/>
    <w:rsid w:val="00420DDB"/>
    <w:rsid w:val="00433553"/>
    <w:rsid w:val="00434777"/>
    <w:rsid w:val="00436466"/>
    <w:rsid w:val="00440023"/>
    <w:rsid w:val="00446181"/>
    <w:rsid w:val="004633D0"/>
    <w:rsid w:val="00480FAA"/>
    <w:rsid w:val="00495DA1"/>
    <w:rsid w:val="004F20D4"/>
    <w:rsid w:val="00534B47"/>
    <w:rsid w:val="00554DA7"/>
    <w:rsid w:val="0058723A"/>
    <w:rsid w:val="005C7EB9"/>
    <w:rsid w:val="005E753F"/>
    <w:rsid w:val="0060027F"/>
    <w:rsid w:val="00630B10"/>
    <w:rsid w:val="0064121C"/>
    <w:rsid w:val="006A5C4D"/>
    <w:rsid w:val="006B6F70"/>
    <w:rsid w:val="006F2EAA"/>
    <w:rsid w:val="007018D3"/>
    <w:rsid w:val="00741481"/>
    <w:rsid w:val="007A354D"/>
    <w:rsid w:val="007B7069"/>
    <w:rsid w:val="00806126"/>
    <w:rsid w:val="0086305F"/>
    <w:rsid w:val="008A280D"/>
    <w:rsid w:val="008B1D7E"/>
    <w:rsid w:val="008B4CC8"/>
    <w:rsid w:val="00935D23"/>
    <w:rsid w:val="009C0111"/>
    <w:rsid w:val="009C2C00"/>
    <w:rsid w:val="009D4211"/>
    <w:rsid w:val="00A363B8"/>
    <w:rsid w:val="00A471BD"/>
    <w:rsid w:val="00AB6FA7"/>
    <w:rsid w:val="00AE7731"/>
    <w:rsid w:val="00AF7BF5"/>
    <w:rsid w:val="00B27956"/>
    <w:rsid w:val="00B44C01"/>
    <w:rsid w:val="00B6022A"/>
    <w:rsid w:val="00B977A0"/>
    <w:rsid w:val="00BB1FAD"/>
    <w:rsid w:val="00BB2815"/>
    <w:rsid w:val="00BB7196"/>
    <w:rsid w:val="00BE094A"/>
    <w:rsid w:val="00C06D16"/>
    <w:rsid w:val="00C33102"/>
    <w:rsid w:val="00C53E61"/>
    <w:rsid w:val="00CA00FE"/>
    <w:rsid w:val="00CF13E8"/>
    <w:rsid w:val="00D05B72"/>
    <w:rsid w:val="00DA0A66"/>
    <w:rsid w:val="00DD0572"/>
    <w:rsid w:val="00E86BDA"/>
    <w:rsid w:val="00EA13E5"/>
    <w:rsid w:val="00EA7F17"/>
    <w:rsid w:val="00F10BA4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Pernal Magdalena</dc:creator>
  <cp:keywords/>
  <cp:lastModifiedBy>Sieńko Anna</cp:lastModifiedBy>
  <cp:revision>6</cp:revision>
  <dcterms:created xsi:type="dcterms:W3CDTF">2021-11-30T15:24:00Z</dcterms:created>
  <dcterms:modified xsi:type="dcterms:W3CDTF">2021-11-30T15:28:00Z</dcterms:modified>
</cp:coreProperties>
</file>